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46" w:rsidRDefault="00887F66" w:rsidP="001B7E9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44pt;width:125.55pt;height:41.8pt;z-index:251660288" strokecolor="red" strokeweight="2.25pt">
            <v:textbox inset="5.85pt,.7pt,5.85pt,.7pt">
              <w:txbxContent>
                <w:p w:rsidR="00F66597" w:rsidRPr="00F66597" w:rsidRDefault="00F66597" w:rsidP="00F66597">
                  <w:pPr>
                    <w:ind w:firstLineChars="100" w:firstLine="381"/>
                    <w:jc w:val="left"/>
                    <w:rPr>
                      <w:sz w:val="40"/>
                      <w:szCs w:val="40"/>
                    </w:rPr>
                  </w:pPr>
                  <w:r w:rsidRPr="00F66597">
                    <w:rPr>
                      <w:rFonts w:asciiTheme="majorHAnsi" w:hAnsiTheme="majorHAnsi" w:cstheme="majorHAnsi"/>
                      <w:color w:val="FF0000"/>
                      <w:sz w:val="40"/>
                      <w:szCs w:val="40"/>
                    </w:rPr>
                    <w:t>Example</w:t>
                  </w:r>
                </w:p>
              </w:txbxContent>
            </v:textbox>
          </v:rect>
        </w:pict>
      </w:r>
    </w:p>
    <w:p w:rsidR="00002CA1" w:rsidRPr="00A60695" w:rsidRDefault="00F66597" w:rsidP="001B7E95">
      <w:pPr>
        <w:jc w:val="center"/>
        <w:rPr>
          <w:b/>
          <w:sz w:val="36"/>
          <w:szCs w:val="36"/>
        </w:rPr>
      </w:pPr>
      <w:r w:rsidRPr="00D0418F">
        <w:rPr>
          <w:rFonts w:asciiTheme="majorHAnsi" w:hAnsiTheme="majorHAnsi" w:cstheme="majorHAnsi"/>
          <w:sz w:val="40"/>
          <w:szCs w:val="40"/>
        </w:rPr>
        <w:t>Income certificate</w:t>
      </w:r>
    </w:p>
    <w:p w:rsidR="00002CA1" w:rsidRPr="00002CA1" w:rsidRDefault="00002CA1">
      <w:pPr>
        <w:rPr>
          <w:sz w:val="28"/>
          <w:szCs w:val="28"/>
        </w:rPr>
      </w:pPr>
    </w:p>
    <w:p w:rsidR="00E41F2A" w:rsidRDefault="00F66597">
      <w:pPr>
        <w:rPr>
          <w:sz w:val="28"/>
          <w:szCs w:val="28"/>
        </w:rPr>
      </w:pPr>
      <w:r>
        <w:rPr>
          <w:rFonts w:asciiTheme="majorHAnsi" w:hAnsiTheme="majorHAnsi" w:cstheme="majorHAnsi" w:hint="eastAsia"/>
          <w:sz w:val="28"/>
          <w:szCs w:val="28"/>
        </w:rPr>
        <w:t xml:space="preserve">We hereby certify that </w:t>
      </w:r>
      <w:r w:rsidRPr="00D0418F">
        <w:rPr>
          <w:rFonts w:asciiTheme="majorHAnsi" w:hAnsiTheme="majorHAnsi" w:cstheme="majorHAnsi"/>
          <w:sz w:val="28"/>
          <w:szCs w:val="28"/>
        </w:rPr>
        <w:t xml:space="preserve">Hanako Suzuki worked as a clerk of the </w:t>
      </w:r>
      <w:r>
        <w:rPr>
          <w:rFonts w:asciiTheme="majorHAnsi" w:hAnsiTheme="majorHAnsi" w:cstheme="majorHAnsi" w:hint="eastAsia"/>
          <w:sz w:val="28"/>
          <w:szCs w:val="28"/>
        </w:rPr>
        <w:t>○○</w:t>
      </w:r>
      <w:r>
        <w:rPr>
          <w:rFonts w:asciiTheme="majorHAnsi" w:hAnsiTheme="majorHAnsi" w:cstheme="majorHAnsi" w:hint="eastAsia"/>
          <w:sz w:val="28"/>
          <w:szCs w:val="28"/>
        </w:rPr>
        <w:t xml:space="preserve"> </w:t>
      </w:r>
      <w:r>
        <w:rPr>
          <w:rFonts w:asciiTheme="majorHAnsi" w:hAnsiTheme="majorHAnsi" w:cstheme="majorHAnsi"/>
          <w:sz w:val="28"/>
          <w:szCs w:val="28"/>
        </w:rPr>
        <w:t>company</w:t>
      </w:r>
      <w:r>
        <w:rPr>
          <w:rFonts w:asciiTheme="majorHAnsi" w:hAnsiTheme="majorHAnsi" w:cstheme="majorHAnsi" w:hint="eastAsia"/>
          <w:sz w:val="28"/>
          <w:szCs w:val="28"/>
        </w:rPr>
        <w:t xml:space="preserve"> and </w:t>
      </w:r>
      <w:r w:rsidRPr="00D0418F">
        <w:rPr>
          <w:rFonts w:asciiTheme="majorHAnsi" w:hAnsiTheme="majorHAnsi" w:cstheme="majorHAnsi"/>
          <w:sz w:val="28"/>
          <w:szCs w:val="28"/>
        </w:rPr>
        <w:t>annual income is</w:t>
      </w:r>
      <w:r>
        <w:rPr>
          <w:rFonts w:asciiTheme="majorHAnsi" w:hAnsiTheme="majorHAnsi" w:cstheme="majorHAnsi" w:hint="eastAsia"/>
          <w:sz w:val="28"/>
          <w:szCs w:val="28"/>
        </w:rPr>
        <w:t xml:space="preserve"> as follows.</w:t>
      </w:r>
    </w:p>
    <w:p w:rsidR="00E41F2A" w:rsidRPr="00F66597" w:rsidRDefault="00E41F2A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6"/>
        <w:gridCol w:w="2410"/>
        <w:gridCol w:w="2409"/>
        <w:gridCol w:w="1985"/>
      </w:tblGrid>
      <w:tr w:rsidR="00E41F2A" w:rsidTr="00E41F2A">
        <w:trPr>
          <w:trHeight w:val="844"/>
        </w:trPr>
        <w:tc>
          <w:tcPr>
            <w:tcW w:w="1526" w:type="dxa"/>
          </w:tcPr>
          <w:p w:rsidR="00E41F2A" w:rsidRDefault="00F66597" w:rsidP="00F66597">
            <w:pPr>
              <w:ind w:firstLine="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Year</w:t>
            </w:r>
          </w:p>
        </w:tc>
        <w:tc>
          <w:tcPr>
            <w:tcW w:w="2410" w:type="dxa"/>
          </w:tcPr>
          <w:p w:rsidR="00E41F2A" w:rsidRDefault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Annual salary</w:t>
            </w:r>
          </w:p>
        </w:tc>
        <w:tc>
          <w:tcPr>
            <w:tcW w:w="2409" w:type="dxa"/>
          </w:tcPr>
          <w:p w:rsidR="00E41F2A" w:rsidRDefault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Bonus</w:t>
            </w:r>
          </w:p>
        </w:tc>
        <w:tc>
          <w:tcPr>
            <w:tcW w:w="1985" w:type="dxa"/>
          </w:tcPr>
          <w:p w:rsidR="00E41F2A" w:rsidRDefault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Total</w:t>
            </w:r>
          </w:p>
        </w:tc>
      </w:tr>
      <w:tr w:rsidR="00E41F2A" w:rsidTr="00E41F2A">
        <w:tc>
          <w:tcPr>
            <w:tcW w:w="1526" w:type="dxa"/>
          </w:tcPr>
          <w:p w:rsidR="00E41F2A" w:rsidRDefault="004B05F3" w:rsidP="00887F6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</w:t>
            </w:r>
            <w:r w:rsidR="00887F66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598, 000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698,000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  <w:p w:rsidR="00F66597" w:rsidRDefault="00F66597">
            <w:pPr>
              <w:rPr>
                <w:sz w:val="28"/>
                <w:szCs w:val="28"/>
              </w:rPr>
            </w:pPr>
          </w:p>
        </w:tc>
      </w:tr>
      <w:tr w:rsidR="00E41F2A" w:rsidTr="00E41F2A">
        <w:tc>
          <w:tcPr>
            <w:tcW w:w="1526" w:type="dxa"/>
          </w:tcPr>
          <w:p w:rsidR="00E41F2A" w:rsidRDefault="004B05F3" w:rsidP="00594EA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</w:t>
            </w:r>
            <w:r w:rsidR="00887F66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610, 000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710,000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  <w:p w:rsidR="00F66597" w:rsidRDefault="00F66597">
            <w:pPr>
              <w:rPr>
                <w:sz w:val="28"/>
                <w:szCs w:val="28"/>
              </w:rPr>
            </w:pPr>
          </w:p>
        </w:tc>
      </w:tr>
      <w:tr w:rsidR="00E41F2A" w:rsidTr="00E41F2A">
        <w:tc>
          <w:tcPr>
            <w:tcW w:w="1526" w:type="dxa"/>
          </w:tcPr>
          <w:p w:rsidR="00E41F2A" w:rsidRDefault="004B05F3" w:rsidP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</w:t>
            </w:r>
            <w:r w:rsidR="00887F66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605, 000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705,000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  <w:p w:rsidR="00F66597" w:rsidRDefault="00F66597">
            <w:pPr>
              <w:rPr>
                <w:sz w:val="28"/>
                <w:szCs w:val="28"/>
              </w:rPr>
            </w:pPr>
          </w:p>
        </w:tc>
      </w:tr>
    </w:tbl>
    <w:p w:rsidR="00E41F2A" w:rsidRDefault="00E41F2A">
      <w:pPr>
        <w:rPr>
          <w:sz w:val="28"/>
          <w:szCs w:val="28"/>
        </w:rPr>
      </w:pPr>
    </w:p>
    <w:p w:rsidR="00E41F2A" w:rsidRDefault="00E41F2A">
      <w:pPr>
        <w:rPr>
          <w:sz w:val="28"/>
          <w:szCs w:val="28"/>
        </w:rPr>
      </w:pPr>
    </w:p>
    <w:p w:rsidR="00353E4A" w:rsidRDefault="00887F66">
      <w:pPr>
        <w:rPr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left:0;text-align:left;margin-left:197.95pt;margin-top:17.1pt;width:290.5pt;height:112.9pt;z-index:251659264" adj="11447,28401" strokecolor="#00b0f0" strokeweight="3pt">
            <v:textbox style="mso-next-textbox:#_x0000_s1028" inset="5.85pt,.7pt,5.85pt,.7pt">
              <w:txbxContent>
                <w:p w:rsidR="00F66597" w:rsidRPr="003D2260" w:rsidRDefault="00F66597" w:rsidP="00F66597">
                  <w:pPr>
                    <w:ind w:firstLineChars="100" w:firstLine="181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hAnsiTheme="majorHAnsi" w:cstheme="majorHAnsi"/>
                      <w:sz w:val="20"/>
                      <w:szCs w:val="20"/>
                    </w:rPr>
                    <w:t>The original requires official seal.</w:t>
                  </w:r>
                </w:p>
                <w:p w:rsidR="00F66597" w:rsidRPr="003D2260" w:rsidRDefault="00F66597" w:rsidP="00F66597">
                  <w:pPr>
                    <w:ind w:firstLineChars="100" w:firstLine="181"/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If documents are written in a foreign language, the applicant should attach a Japanese translation to the original. The translation can be made by the applicant him/herself, but it must be written on a word processor an</w:t>
                  </w:r>
                  <w:r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d printed out (not handwritten)</w:t>
                  </w:r>
                </w:p>
                <w:p w:rsidR="00F66597" w:rsidRPr="00F66597" w:rsidRDefault="00F66597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32" type="#_x0000_t62" style="position:absolute;left:0;text-align:left;margin-left:-6.35pt;margin-top:9.15pt;width:176.65pt;height:69.05pt;z-index:251661312;mso-position-horizontal-relative:text;mso-position-vertical-relative:text" adj="10803,-13717" strokecolor="#00b0f0" strokeweight="2.25pt">
            <v:textbox style="mso-next-textbox:#_x0000_s1032" inset="5.85pt,.7pt,5.85pt,.7pt">
              <w:txbxContent>
                <w:p w:rsidR="00F66597" w:rsidRPr="001B7E95" w:rsidRDefault="00F66597">
                  <w:pPr>
                    <w:rPr>
                      <w:sz w:val="22"/>
                    </w:rPr>
                  </w:pPr>
                  <w:r w:rsidRPr="003D2260">
                    <w:rPr>
                      <w:rFonts w:asciiTheme="majorHAnsi" w:hAnsiTheme="majorHAnsi" w:cstheme="majorHAnsi"/>
                      <w:sz w:val="22"/>
                    </w:rPr>
                    <w:t xml:space="preserve">The name of office, the official title, and the annual income </w:t>
                  </w:r>
                  <w:r>
                    <w:rPr>
                      <w:rFonts w:asciiTheme="majorHAnsi" w:hAnsiTheme="majorHAnsi" w:cstheme="majorHAnsi" w:hint="eastAsia"/>
                      <w:sz w:val="22"/>
                    </w:rPr>
                    <w:t>for 3 years must</w:t>
                  </w:r>
                  <w:r w:rsidRPr="003D2260">
                    <w:rPr>
                      <w:rFonts w:asciiTheme="majorHAnsi" w:hAnsiTheme="majorHAnsi" w:cstheme="majorHAnsi"/>
                      <w:sz w:val="22"/>
                    </w:rPr>
                    <w:t xml:space="preserve"> be written.</w:t>
                  </w:r>
                </w:p>
              </w:txbxContent>
            </v:textbox>
          </v:shape>
        </w:pict>
      </w:r>
    </w:p>
    <w:p w:rsidR="00353E4A" w:rsidRDefault="00353E4A">
      <w:pPr>
        <w:rPr>
          <w:sz w:val="28"/>
          <w:szCs w:val="28"/>
        </w:rPr>
      </w:pPr>
    </w:p>
    <w:p w:rsidR="00353E4A" w:rsidRDefault="00353E4A">
      <w:pPr>
        <w:rPr>
          <w:sz w:val="28"/>
          <w:szCs w:val="28"/>
        </w:rPr>
      </w:pPr>
    </w:p>
    <w:p w:rsidR="00353E4A" w:rsidRPr="00002CA1" w:rsidRDefault="00353E4A">
      <w:pPr>
        <w:rPr>
          <w:sz w:val="32"/>
          <w:szCs w:val="32"/>
        </w:rPr>
      </w:pPr>
    </w:p>
    <w:p w:rsidR="00002CA1" w:rsidRPr="00002CA1" w:rsidRDefault="00002CA1">
      <w:pPr>
        <w:rPr>
          <w:sz w:val="32"/>
          <w:szCs w:val="32"/>
        </w:rPr>
      </w:pPr>
    </w:p>
    <w:p w:rsidR="001B7E95" w:rsidRDefault="00887F66" w:rsidP="007016AE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75.45pt;margin-top:17.15pt;width:100.45pt;height:88.7pt;z-index:251658240" strokecolor="red">
            <v:textbox style="mso-next-textbox:#_x0000_s1026" inset="5.85pt,.7pt,5.85pt,.7pt">
              <w:txbxContent>
                <w:p w:rsidR="00F66597" w:rsidRPr="00F66597" w:rsidRDefault="00F66597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C</w:t>
                  </w: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ompany official Seal</w:t>
                  </w:r>
                </w:p>
              </w:txbxContent>
            </v:textbox>
          </v:oval>
        </w:pict>
      </w:r>
    </w:p>
    <w:p w:rsidR="00002CA1" w:rsidRPr="00002CA1" w:rsidRDefault="00002CA1" w:rsidP="001B7E95">
      <w:pPr>
        <w:ind w:firstLineChars="1200" w:firstLine="3618"/>
        <w:rPr>
          <w:sz w:val="32"/>
          <w:szCs w:val="32"/>
        </w:rPr>
      </w:pPr>
      <w:r w:rsidRPr="00002CA1">
        <w:rPr>
          <w:rFonts w:hint="eastAsia"/>
          <w:sz w:val="32"/>
          <w:szCs w:val="32"/>
        </w:rPr>
        <w:t>201</w:t>
      </w:r>
      <w:r w:rsidR="00887F66">
        <w:rPr>
          <w:rFonts w:hint="eastAsia"/>
          <w:sz w:val="32"/>
          <w:szCs w:val="32"/>
        </w:rPr>
        <w:t>9</w:t>
      </w:r>
      <w:bookmarkStart w:id="0" w:name="_GoBack"/>
      <w:bookmarkEnd w:id="0"/>
      <w:r w:rsidR="00F66597">
        <w:rPr>
          <w:rFonts w:hint="eastAsia"/>
          <w:sz w:val="32"/>
          <w:szCs w:val="32"/>
        </w:rPr>
        <w:t xml:space="preserve"> / month / day</w:t>
      </w:r>
    </w:p>
    <w:p w:rsidR="00002CA1" w:rsidRDefault="00F66597" w:rsidP="00F66597">
      <w:pPr>
        <w:ind w:firstLineChars="1900" w:firstLine="4968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○○</w:t>
      </w:r>
      <w:r>
        <w:rPr>
          <w:rFonts w:hint="eastAsia"/>
          <w:color w:val="FF0000"/>
          <w:sz w:val="28"/>
          <w:szCs w:val="28"/>
        </w:rPr>
        <w:t>company</w:t>
      </w:r>
      <w:r w:rsidR="00002CA1">
        <w:rPr>
          <w:rFonts w:hint="eastAsia"/>
          <w:color w:val="FF0000"/>
          <w:sz w:val="28"/>
          <w:szCs w:val="28"/>
        </w:rPr>
        <w:t xml:space="preserve">　</w:t>
      </w:r>
    </w:p>
    <w:p w:rsidR="0053524F" w:rsidRPr="00215462" w:rsidRDefault="0053524F" w:rsidP="0053524F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>
        <w:rPr>
          <w:rFonts w:hint="eastAsia"/>
          <w:b/>
          <w:color w:val="FF0000"/>
          <w:sz w:val="24"/>
          <w:szCs w:val="24"/>
        </w:rPr>
        <w:t>T</w:t>
      </w:r>
      <w:r>
        <w:rPr>
          <w:b/>
          <w:color w:val="FF0000"/>
          <w:sz w:val="24"/>
          <w:szCs w:val="24"/>
        </w:rPr>
        <w:t>his is an "example"</w:t>
      </w:r>
      <w:r>
        <w:rPr>
          <w:rFonts w:hint="eastAsia"/>
          <w:b/>
          <w:color w:val="FF0000"/>
          <w:sz w:val="24"/>
          <w:szCs w:val="24"/>
        </w:rPr>
        <w:t xml:space="preserve"> . If  there is </w:t>
      </w:r>
      <w:r w:rsidRPr="00215462">
        <w:rPr>
          <w:b/>
          <w:color w:val="FF0000"/>
          <w:sz w:val="24"/>
          <w:szCs w:val="24"/>
        </w:rPr>
        <w:t>the style of office specification</w:t>
      </w:r>
      <w:r>
        <w:rPr>
          <w:rFonts w:hint="eastAsia"/>
          <w:b/>
          <w:color w:val="FF0000"/>
          <w:sz w:val="24"/>
          <w:szCs w:val="24"/>
        </w:rPr>
        <w:t xml:space="preserve">, you can use it. </w:t>
      </w:r>
      <w:r w:rsidRPr="00215462">
        <w:rPr>
          <w:b/>
          <w:color w:val="FF0000"/>
          <w:sz w:val="24"/>
          <w:szCs w:val="24"/>
        </w:rPr>
        <w:t xml:space="preserve"> </w:t>
      </w:r>
    </w:p>
    <w:p w:rsidR="0053524F" w:rsidRPr="00215462" w:rsidRDefault="0053524F" w:rsidP="0053524F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>The name and the annual income of office</w:t>
      </w:r>
      <w:r>
        <w:rPr>
          <w:rFonts w:hint="eastAsia"/>
          <w:b/>
          <w:color w:val="FF0000"/>
          <w:sz w:val="24"/>
          <w:szCs w:val="24"/>
        </w:rPr>
        <w:t xml:space="preserve"> should</w:t>
      </w:r>
      <w:r w:rsidRPr="00215462">
        <w:rPr>
          <w:rFonts w:hint="eastAsia"/>
          <w:b/>
          <w:color w:val="FF0000"/>
          <w:sz w:val="24"/>
          <w:szCs w:val="24"/>
        </w:rPr>
        <w:t xml:space="preserve"> be the same as "Application for certificate of eligibility" and "Financial Support Statement". (</w:t>
      </w:r>
      <w:r w:rsidRPr="00215462">
        <w:rPr>
          <w:b/>
          <w:color w:val="FF0000"/>
          <w:sz w:val="24"/>
          <w:szCs w:val="24"/>
        </w:rPr>
        <w:t>A difference of some of the amount of money is possible.</w:t>
      </w:r>
      <w:r>
        <w:rPr>
          <w:rFonts w:hint="eastAsia"/>
          <w:b/>
          <w:color w:val="FF0000"/>
          <w:sz w:val="24"/>
          <w:szCs w:val="24"/>
        </w:rPr>
        <w:t>)</w:t>
      </w:r>
    </w:p>
    <w:p w:rsidR="001B7E95" w:rsidRPr="00353E4A" w:rsidRDefault="0053524F" w:rsidP="0053524F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>Income Certificates from both the mother and the father are required if both parents have income.</w:t>
      </w:r>
    </w:p>
    <w:sectPr w:rsidR="001B7E95" w:rsidRPr="00353E4A" w:rsidSect="001B7E95">
      <w:pgSz w:w="11906" w:h="16838" w:code="9"/>
      <w:pgMar w:top="1418" w:right="1588" w:bottom="1418" w:left="1701" w:header="851" w:footer="992" w:gutter="0"/>
      <w:cols w:space="425"/>
      <w:docGrid w:type="linesAndChars" w:linePitch="360" w:charSpace="-3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597" w:rsidRDefault="00F66597" w:rsidP="00A82CBC">
      <w:r>
        <w:separator/>
      </w:r>
    </w:p>
  </w:endnote>
  <w:endnote w:type="continuationSeparator" w:id="0">
    <w:p w:rsidR="00F66597" w:rsidRDefault="00F66597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597" w:rsidRDefault="00F66597" w:rsidP="00A82CBC">
      <w:r>
        <w:separator/>
      </w:r>
    </w:p>
  </w:footnote>
  <w:footnote w:type="continuationSeparator" w:id="0">
    <w:p w:rsidR="00F66597" w:rsidRDefault="00F66597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20F76"/>
    <w:rsid w:val="001B7E95"/>
    <w:rsid w:val="00353E4A"/>
    <w:rsid w:val="003B0A9C"/>
    <w:rsid w:val="00462FBE"/>
    <w:rsid w:val="004B05F3"/>
    <w:rsid w:val="004C0044"/>
    <w:rsid w:val="0053524F"/>
    <w:rsid w:val="00566C98"/>
    <w:rsid w:val="00594EA5"/>
    <w:rsid w:val="00605694"/>
    <w:rsid w:val="006A757D"/>
    <w:rsid w:val="007016AE"/>
    <w:rsid w:val="00887F66"/>
    <w:rsid w:val="008968F7"/>
    <w:rsid w:val="00946238"/>
    <w:rsid w:val="009A523E"/>
    <w:rsid w:val="00A60695"/>
    <w:rsid w:val="00A62BFE"/>
    <w:rsid w:val="00A82CBC"/>
    <w:rsid w:val="00B51B53"/>
    <w:rsid w:val="00C64DB1"/>
    <w:rsid w:val="00D63386"/>
    <w:rsid w:val="00D834C8"/>
    <w:rsid w:val="00DF13F2"/>
    <w:rsid w:val="00E41F2A"/>
    <w:rsid w:val="00EA0978"/>
    <w:rsid w:val="00EB1B6F"/>
    <w:rsid w:val="00F60B46"/>
    <w:rsid w:val="00F66597"/>
    <w:rsid w:val="00F66FAF"/>
    <w:rsid w:val="00F74CB7"/>
    <w:rsid w:val="00FA279F"/>
    <w:rsid w:val="00FE249A"/>
    <w:rsid w:val="00FE2E21"/>
    <w:rsid w:val="00FE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  <o:colormenu v:ext="edit" strokecolor="#00b0f0"/>
    </o:shapedefaults>
    <o:shapelayout v:ext="edit">
      <o:idmap v:ext="edit" data="1"/>
      <o:rules v:ext="edit">
        <o:r id="V:Rule1" type="callout" idref="#_x0000_s1028"/>
        <o:r id="V:Rule2" type="callout" idref="#_x0000_s1032"/>
      </o:rules>
    </o:shapelayout>
  </w:shapeDefaults>
  <w:decimalSymbol w:val="."/>
  <w:listSeparator w:val=","/>
  <w14:docId w14:val="6184B07F"/>
  <w15:docId w15:val="{8B1796D0-CD61-4052-AA8D-10CE72B3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table" w:styleId="a9">
    <w:name w:val="Table Grid"/>
    <w:basedOn w:val="a1"/>
    <w:uiPriority w:val="59"/>
    <w:rsid w:val="00353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2D77C-8085-4A99-97C5-A29BC4231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CE3087AB.dotm</Template>
  <TotalTime>76</TotalTime>
  <Pages>1</Pages>
  <Words>107</Words>
  <Characters>610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2015-04-15T04:34:00Z</cp:lastPrinted>
  <dcterms:created xsi:type="dcterms:W3CDTF">2013-04-26T01:34:00Z</dcterms:created>
  <dcterms:modified xsi:type="dcterms:W3CDTF">2019-04-19T09:16:00Z</dcterms:modified>
</cp:coreProperties>
</file>